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F7A" w:rsidRDefault="003D3F7A" w:rsidP="00BA02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F7A">
        <w:rPr>
          <w:rFonts w:ascii="Times New Roman" w:hAnsi="Times New Roman" w:cs="Times New Roman"/>
          <w:b/>
          <w:sz w:val="28"/>
          <w:szCs w:val="28"/>
        </w:rPr>
        <w:t>Прогноз основных характери</w:t>
      </w:r>
      <w:r>
        <w:rPr>
          <w:rFonts w:ascii="Times New Roman" w:hAnsi="Times New Roman" w:cs="Times New Roman"/>
          <w:b/>
          <w:sz w:val="28"/>
          <w:szCs w:val="28"/>
        </w:rPr>
        <w:t>стик консолидированного бюджета</w:t>
      </w:r>
    </w:p>
    <w:p w:rsidR="003D3F7A" w:rsidRDefault="003D3F7A" w:rsidP="003D3F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F7A">
        <w:rPr>
          <w:rFonts w:ascii="Times New Roman" w:hAnsi="Times New Roman" w:cs="Times New Roman"/>
          <w:b/>
          <w:sz w:val="28"/>
          <w:szCs w:val="28"/>
        </w:rPr>
        <w:t xml:space="preserve">Ханты-Мансийского автономного округа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3D3F7A">
        <w:rPr>
          <w:rFonts w:ascii="Times New Roman" w:hAnsi="Times New Roman" w:cs="Times New Roman"/>
          <w:b/>
          <w:sz w:val="28"/>
          <w:szCs w:val="28"/>
        </w:rPr>
        <w:t xml:space="preserve"> Югры, бюджета Ханты-Мансийского автономного округа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3D3F7A">
        <w:rPr>
          <w:rFonts w:ascii="Times New Roman" w:hAnsi="Times New Roman" w:cs="Times New Roman"/>
          <w:b/>
          <w:sz w:val="28"/>
          <w:szCs w:val="28"/>
        </w:rPr>
        <w:t xml:space="preserve"> Югры, свод бюджетов муниципальных образований Ханты-Мансийского автономного округа - Югры, бюджет территориального фонда обязательного медицинского страхования Ханты-Мансийского автономного округа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3D3F7A">
        <w:rPr>
          <w:rFonts w:ascii="Times New Roman" w:hAnsi="Times New Roman" w:cs="Times New Roman"/>
          <w:b/>
          <w:sz w:val="28"/>
          <w:szCs w:val="28"/>
        </w:rPr>
        <w:t xml:space="preserve"> Югры на 20</w:t>
      </w:r>
      <w:r w:rsidR="008E0219">
        <w:rPr>
          <w:rFonts w:ascii="Times New Roman" w:hAnsi="Times New Roman" w:cs="Times New Roman"/>
          <w:b/>
          <w:sz w:val="28"/>
          <w:szCs w:val="28"/>
        </w:rPr>
        <w:t>20</w:t>
      </w:r>
      <w:r w:rsidRPr="003D3F7A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075494" w:rsidRPr="00F17C71" w:rsidRDefault="003D3F7A" w:rsidP="00BA02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3F7A">
        <w:rPr>
          <w:rFonts w:ascii="Times New Roman" w:hAnsi="Times New Roman" w:cs="Times New Roman"/>
          <w:b/>
          <w:sz w:val="28"/>
          <w:szCs w:val="28"/>
        </w:rPr>
        <w:t>и на плановый период 20</w:t>
      </w:r>
      <w:r w:rsidR="008E0219">
        <w:rPr>
          <w:rFonts w:ascii="Times New Roman" w:hAnsi="Times New Roman" w:cs="Times New Roman"/>
          <w:b/>
          <w:sz w:val="28"/>
          <w:szCs w:val="28"/>
        </w:rPr>
        <w:t>21</w:t>
      </w:r>
      <w:r w:rsidRPr="003D3F7A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8E0219">
        <w:rPr>
          <w:rFonts w:ascii="Times New Roman" w:hAnsi="Times New Roman" w:cs="Times New Roman"/>
          <w:b/>
          <w:sz w:val="28"/>
          <w:szCs w:val="28"/>
        </w:rPr>
        <w:t>22</w:t>
      </w:r>
      <w:r w:rsidRPr="003D3F7A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F4529B" w:rsidRDefault="00F4529B" w:rsidP="00BA02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60A1" w:rsidRDefault="00F4529B" w:rsidP="000D2614">
      <w:pPr>
        <w:spacing w:after="0" w:line="240" w:lineRule="auto"/>
        <w:ind w:right="-14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</w:t>
      </w:r>
      <w:r w:rsidR="007360A1">
        <w:rPr>
          <w:rFonts w:ascii="Times New Roman" w:hAnsi="Times New Roman" w:cs="Times New Roman"/>
          <w:sz w:val="24"/>
          <w:szCs w:val="24"/>
        </w:rPr>
        <w:t>. рублей</w:t>
      </w:r>
    </w:p>
    <w:tbl>
      <w:tblPr>
        <w:tblW w:w="9757" w:type="dxa"/>
        <w:tblLook w:val="04A0" w:firstRow="1" w:lastRow="0" w:firstColumn="1" w:lastColumn="0" w:noHBand="0" w:noVBand="1"/>
      </w:tblPr>
      <w:tblGrid>
        <w:gridCol w:w="2122"/>
        <w:gridCol w:w="1417"/>
        <w:gridCol w:w="1418"/>
        <w:gridCol w:w="1600"/>
        <w:gridCol w:w="1600"/>
        <w:gridCol w:w="1600"/>
      </w:tblGrid>
      <w:tr w:rsidR="000148E7" w:rsidRPr="000148E7" w:rsidTr="000148E7">
        <w:trPr>
          <w:trHeight w:val="480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 за 2018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 за 2019 год</w:t>
            </w:r>
          </w:p>
        </w:tc>
        <w:tc>
          <w:tcPr>
            <w:tcW w:w="4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</w:tr>
      <w:tr w:rsidR="000148E7" w:rsidRPr="000148E7" w:rsidTr="000148E7">
        <w:trPr>
          <w:trHeight w:val="290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</w:tr>
      <w:tr w:rsidR="000148E7" w:rsidRPr="000148E7" w:rsidTr="000148E7">
        <w:trPr>
          <w:trHeight w:val="600"/>
        </w:trPr>
        <w:tc>
          <w:tcPr>
            <w:tcW w:w="9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Консолидированный бюджет субъекта РФ и бюджет территориального фонда обязательного медицинского страхования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*</w:t>
            </w:r>
          </w:p>
        </w:tc>
      </w:tr>
      <w:tr w:rsidR="000148E7" w:rsidRPr="000148E7" w:rsidTr="000148E7">
        <w:trPr>
          <w:trHeight w:val="29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Доходы-всего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358 870 265,1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329 341 948,9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308 316 591,7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316 761 856,2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2D1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325 55</w:t>
            </w:r>
            <w:r w:rsidR="002D11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302,9</w:t>
            </w:r>
          </w:p>
        </w:tc>
      </w:tr>
      <w:tr w:rsidR="000148E7" w:rsidRPr="000148E7" w:rsidTr="000148E7">
        <w:trPr>
          <w:trHeight w:val="29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Расходы-всего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317 782 110,7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363 764 034,0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348 225 804,5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350 180 895,5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359 284 639,0</w:t>
            </w:r>
          </w:p>
        </w:tc>
      </w:tr>
      <w:tr w:rsidR="000148E7" w:rsidRPr="000148E7" w:rsidTr="000148E7">
        <w:trPr>
          <w:trHeight w:val="29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Дефицит(-), профицит(+)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41 088 154,4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-34 422 085,1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-39 909 212,8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-33 419 039,3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2D1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-33</w:t>
            </w:r>
            <w:r w:rsidR="002D115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  <w:r w:rsidRPr="000148E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</w:t>
            </w:r>
            <w:r w:rsidR="002D115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26 336,1</w:t>
            </w:r>
          </w:p>
        </w:tc>
      </w:tr>
      <w:tr w:rsidR="000148E7" w:rsidRPr="000148E7" w:rsidTr="000148E7">
        <w:trPr>
          <w:trHeight w:val="290"/>
        </w:trPr>
        <w:tc>
          <w:tcPr>
            <w:tcW w:w="9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Консолидированный бюджет субъекта РФ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*</w:t>
            </w:r>
          </w:p>
        </w:tc>
      </w:tr>
      <w:tr w:rsidR="000148E7" w:rsidRPr="000148E7" w:rsidTr="000148E7">
        <w:trPr>
          <w:trHeight w:val="29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Доходы-всего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324 663 088,0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294 398 730,9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270 813 132,2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277 075 110,0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2D1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283 77</w:t>
            </w:r>
            <w:r w:rsidR="002D11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044,8</w:t>
            </w:r>
          </w:p>
        </w:tc>
      </w:tr>
      <w:tr w:rsidR="000148E7" w:rsidRPr="000148E7" w:rsidTr="000148E7">
        <w:trPr>
          <w:trHeight w:val="29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Расходы-всего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283 393 644,2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328 519 890,7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310 722 345,0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310 494 149,3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317 503 380,9</w:t>
            </w:r>
          </w:p>
        </w:tc>
      </w:tr>
      <w:tr w:rsidR="000148E7" w:rsidRPr="000148E7" w:rsidTr="000148E7">
        <w:trPr>
          <w:trHeight w:val="29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Дефицит(-), профицит(+)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41 269 443,8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-34 121 159,8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-39 909 212,8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-33 419 039,3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2D11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-33</w:t>
            </w:r>
            <w:r w:rsidR="002D115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  <w:r w:rsidRPr="000148E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7</w:t>
            </w:r>
            <w:r w:rsidR="002D1151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26 336,1</w:t>
            </w:r>
          </w:p>
        </w:tc>
      </w:tr>
      <w:tr w:rsidR="000148E7" w:rsidRPr="000148E7" w:rsidTr="000148E7">
        <w:trPr>
          <w:trHeight w:val="290"/>
        </w:trPr>
        <w:tc>
          <w:tcPr>
            <w:tcW w:w="9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 субъекта</w:t>
            </w:r>
          </w:p>
        </w:tc>
      </w:tr>
      <w:tr w:rsidR="000148E7" w:rsidRPr="000148E7" w:rsidTr="000148E7">
        <w:trPr>
          <w:trHeight w:val="29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Доходы-всего,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269 448 514,4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237 682 839,7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212 985 615,7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219 204 570,9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224 151 821,2</w:t>
            </w:r>
          </w:p>
        </w:tc>
      </w:tr>
      <w:tr w:rsidR="000148E7" w:rsidRPr="000148E7" w:rsidTr="000148E7">
        <w:trPr>
          <w:trHeight w:val="5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256 764 990,3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210 502 104,2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202 985 379,7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209 210 417,4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214 944 350,3</w:t>
            </w:r>
          </w:p>
        </w:tc>
      </w:tr>
      <w:tr w:rsidR="000148E7" w:rsidRPr="000148E7" w:rsidTr="000148E7">
        <w:trPr>
          <w:trHeight w:val="78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12 046 248,0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26 228 187,3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9 231 730,0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9 225 647,5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 </w:t>
            </w:r>
            <w:bookmarkStart w:id="0" w:name="_GoBack"/>
            <w:bookmarkEnd w:id="0"/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031 492,6</w:t>
            </w:r>
          </w:p>
        </w:tc>
      </w:tr>
      <w:tr w:rsidR="000148E7" w:rsidRPr="000148E7" w:rsidTr="000148E7">
        <w:trPr>
          <w:trHeight w:val="29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3 710 378,0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0148E7" w:rsidRPr="000148E7" w:rsidTr="000148E7">
        <w:trPr>
          <w:trHeight w:val="29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субсидии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870 202,6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1 627 400,1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1 841 982,0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2 014 920,5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1 952 652,1</w:t>
            </w:r>
          </w:p>
        </w:tc>
      </w:tr>
      <w:tr w:rsidR="000148E7" w:rsidRPr="000148E7" w:rsidTr="000148E7">
        <w:trPr>
          <w:trHeight w:val="29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3 790 252,8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4 612 214,0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5 479 424,7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5 438 897,7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5 550 672,7</w:t>
            </w:r>
          </w:p>
        </w:tc>
      </w:tr>
      <w:tr w:rsidR="000148E7" w:rsidRPr="000148E7" w:rsidTr="000148E7">
        <w:trPr>
          <w:trHeight w:val="5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3 675 414,6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19 988 573,2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1 910 323,3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1 771 829,3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528 167,8</w:t>
            </w:r>
          </w:p>
        </w:tc>
      </w:tr>
      <w:tr w:rsidR="000148E7" w:rsidRPr="000148E7" w:rsidTr="000148E7">
        <w:trPr>
          <w:trHeight w:val="29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Расходы-всего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232 768 874,3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258 089 027,2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248 846 112,5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248 571 882,6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253 703 601,8</w:t>
            </w:r>
          </w:p>
        </w:tc>
      </w:tr>
      <w:tr w:rsidR="000148E7" w:rsidRPr="000148E7" w:rsidTr="000148E7">
        <w:trPr>
          <w:trHeight w:val="29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Дефицит(-), профицит(+)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36 679 640,1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-20 406 187,5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-35 860 496,8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-29 367 311,7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-29 551 780,6</w:t>
            </w:r>
          </w:p>
        </w:tc>
      </w:tr>
      <w:tr w:rsidR="000148E7" w:rsidRPr="000148E7" w:rsidTr="000148E7">
        <w:trPr>
          <w:trHeight w:val="290"/>
        </w:trPr>
        <w:tc>
          <w:tcPr>
            <w:tcW w:w="9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Бюджеты муниципальных образований</w:t>
            </w:r>
          </w:p>
        </w:tc>
      </w:tr>
      <w:tr w:rsidR="000148E7" w:rsidRPr="000148E7" w:rsidTr="000148E7">
        <w:trPr>
          <w:trHeight w:val="5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50 881 826,3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55 783 734,9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57 812 796,9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57 857 454,5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59 612 789,0</w:t>
            </w:r>
          </w:p>
        </w:tc>
      </w:tr>
      <w:tr w:rsidR="000148E7" w:rsidRPr="000148E7" w:rsidTr="00B13C6E">
        <w:trPr>
          <w:trHeight w:val="52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без межбюджетных трансфертов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55 230 323,1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56 729 951,1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57 838 800,5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57 881 823,1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59 636 507,6</w:t>
            </w:r>
          </w:p>
        </w:tc>
      </w:tr>
      <w:tr w:rsidR="000148E7" w:rsidRPr="000148E7" w:rsidTr="00B13C6E">
        <w:trPr>
          <w:trHeight w:val="78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с учетом межбюджетных трансфертов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146 871 922,9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148 041 252,7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155 436 863,6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152 929 497,9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152 819 368,4</w:t>
            </w:r>
          </w:p>
        </w:tc>
      </w:tr>
      <w:tr w:rsidR="000148E7" w:rsidRPr="000148E7" w:rsidTr="00B13C6E">
        <w:trPr>
          <w:trHeight w:val="78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91 641 599,8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91 311 301,6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97 598 063,1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95 047 674,8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93 182 860,8</w:t>
            </w:r>
          </w:p>
        </w:tc>
      </w:tr>
      <w:tr w:rsidR="000148E7" w:rsidRPr="000148E7" w:rsidTr="00B13C6E">
        <w:trPr>
          <w:trHeight w:val="29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 дотации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8 468 422,5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9 043 760,8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9 590 266,9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11 753 870,7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12 531 483,9</w:t>
            </w:r>
          </w:p>
        </w:tc>
      </w:tr>
      <w:tr w:rsidR="000148E7" w:rsidRPr="000148E7" w:rsidTr="00B13C6E">
        <w:trPr>
          <w:trHeight w:val="29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субсидии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28 812 840,1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23 073 988,5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24 407 000,7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22 121 534,3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20 676 220,8</w:t>
            </w:r>
          </w:p>
        </w:tc>
      </w:tr>
      <w:tr w:rsidR="000148E7" w:rsidRPr="000148E7" w:rsidTr="00B13C6E">
        <w:trPr>
          <w:trHeight w:val="29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52 847 740,5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57 372 412,8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62 324 497,0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59 910 594,2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59 797 387,1</w:t>
            </w:r>
          </w:p>
        </w:tc>
      </w:tr>
      <w:tr w:rsidR="000148E7" w:rsidRPr="000148E7" w:rsidTr="00B13C6E">
        <w:trPr>
          <w:trHeight w:val="29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1 512 596,7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1 821 139,5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1 276 298,5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1 261 675,6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177 769,0</w:t>
            </w:r>
          </w:p>
        </w:tc>
      </w:tr>
      <w:tr w:rsidR="000148E7" w:rsidRPr="000148E7" w:rsidTr="00B13C6E">
        <w:trPr>
          <w:trHeight w:val="29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Расходы-всего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142 282 119,2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161 756 225,0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159 485 579,6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156 981 225,5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156 993 923,9</w:t>
            </w:r>
          </w:p>
        </w:tc>
      </w:tr>
      <w:tr w:rsidR="000148E7" w:rsidRPr="000148E7" w:rsidTr="00B13C6E">
        <w:trPr>
          <w:trHeight w:val="29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Дефицит(-), профицит(+)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4 589 803,7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-13 714 972,3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-4 048 716,0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-4 051 727,6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-4 174 555,5</w:t>
            </w:r>
          </w:p>
        </w:tc>
      </w:tr>
      <w:tr w:rsidR="000148E7" w:rsidRPr="000148E7" w:rsidTr="00B13C6E">
        <w:trPr>
          <w:trHeight w:val="290"/>
        </w:trPr>
        <w:tc>
          <w:tcPr>
            <w:tcW w:w="97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 территориального фонда обязательного медицинского страхования</w:t>
            </w:r>
          </w:p>
        </w:tc>
      </w:tr>
      <w:tr w:rsidR="000148E7" w:rsidRPr="000148E7" w:rsidTr="00B13C6E">
        <w:trPr>
          <w:trHeight w:val="29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Доходы-всего,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41 443 163,3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42 446 737,8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45 926 424,4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48 109 711,1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50 204 223,0</w:t>
            </w:r>
          </w:p>
        </w:tc>
      </w:tr>
      <w:tr w:rsidR="000148E7" w:rsidRPr="000148E7" w:rsidTr="00B13C6E">
        <w:trPr>
          <w:trHeight w:val="52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330 277,0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330 646,4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282 416,3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282 416,3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282 416,3</w:t>
            </w:r>
          </w:p>
        </w:tc>
      </w:tr>
      <w:tr w:rsidR="000148E7" w:rsidRPr="000148E7" w:rsidTr="00B13C6E">
        <w:trPr>
          <w:trHeight w:val="81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41 112 927,0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42 116 091,4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45 644 008,1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47 827 294,8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49 921 806,7</w:t>
            </w:r>
          </w:p>
        </w:tc>
      </w:tr>
      <w:tr w:rsidR="000148E7" w:rsidRPr="000148E7" w:rsidTr="00B13C6E">
        <w:trPr>
          <w:trHeight w:val="29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Расходы-всего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41 624 452,7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42 747 663,1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45 926 424,4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48 109 711,1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50 204 223,0</w:t>
            </w:r>
          </w:p>
        </w:tc>
      </w:tr>
      <w:tr w:rsidR="000148E7" w:rsidRPr="000148E7" w:rsidTr="00B13C6E">
        <w:trPr>
          <w:trHeight w:val="29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Дефицит(-), профицит(+)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-181 289,4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-300 925,3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8E7" w:rsidRPr="000148E7" w:rsidRDefault="000148E7" w:rsidP="000148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148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</w:tbl>
    <w:p w:rsidR="000D2614" w:rsidRDefault="000D2614" w:rsidP="009764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48E7" w:rsidRDefault="000148E7" w:rsidP="009764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48E7" w:rsidRPr="000148E7" w:rsidRDefault="000148E7" w:rsidP="000148E7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148E7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48E7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целью исключения двойного подсчета по межбюджетным трансфертам между субъектом и местными бюджетами, субъектом и территориальным фондом обязательного медицинского страхования, бюджетным кредитам  между субъектом и местными бюджетами в общем объеме консолидированного бюджета не учитываются</w:t>
      </w:r>
    </w:p>
    <w:sectPr w:rsidR="000148E7" w:rsidRPr="000148E7" w:rsidSect="00637E43">
      <w:headerReference w:type="default" r:id="rId9"/>
      <w:pgSz w:w="11906" w:h="16838" w:code="9"/>
      <w:pgMar w:top="1134" w:right="851" w:bottom="1134" w:left="1418" w:header="709" w:footer="709" w:gutter="0"/>
      <w:pgNumType w:start="224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6A1" w:rsidRDefault="007836A1" w:rsidP="00A83C91">
      <w:pPr>
        <w:spacing w:after="0" w:line="240" w:lineRule="auto"/>
      </w:pPr>
      <w:r>
        <w:separator/>
      </w:r>
    </w:p>
  </w:endnote>
  <w:endnote w:type="continuationSeparator" w:id="0">
    <w:p w:rsidR="007836A1" w:rsidRDefault="007836A1" w:rsidP="00A83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6A1" w:rsidRDefault="007836A1" w:rsidP="00A83C91">
      <w:pPr>
        <w:spacing w:after="0" w:line="240" w:lineRule="auto"/>
      </w:pPr>
      <w:r>
        <w:separator/>
      </w:r>
    </w:p>
  </w:footnote>
  <w:footnote w:type="continuationSeparator" w:id="0">
    <w:p w:rsidR="007836A1" w:rsidRDefault="007836A1" w:rsidP="00A83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2144234743"/>
      <w:docPartObj>
        <w:docPartGallery w:val="Page Numbers (Top of Page)"/>
        <w:docPartUnique/>
      </w:docPartObj>
    </w:sdtPr>
    <w:sdtEndPr/>
    <w:sdtContent>
      <w:p w:rsidR="00A83C91" w:rsidRPr="00A83C91" w:rsidRDefault="00A83C91">
        <w:pPr>
          <w:pStyle w:val="a4"/>
          <w:jc w:val="right"/>
          <w:rPr>
            <w:rFonts w:ascii="Times New Roman" w:hAnsi="Times New Roman" w:cs="Times New Roman"/>
            <w:sz w:val="24"/>
            <w:szCs w:val="24"/>
          </w:rPr>
        </w:pPr>
        <w:r w:rsidRPr="00A83C9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83C9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83C9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D1151">
          <w:rPr>
            <w:rFonts w:ascii="Times New Roman" w:hAnsi="Times New Roman" w:cs="Times New Roman"/>
            <w:noProof/>
            <w:sz w:val="24"/>
            <w:szCs w:val="24"/>
          </w:rPr>
          <w:t>2244</w:t>
        </w:r>
        <w:r w:rsidRPr="00A83C9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A6B1E"/>
    <w:multiLevelType w:val="hybridMultilevel"/>
    <w:tmpl w:val="4BC2E6BA"/>
    <w:lvl w:ilvl="0" w:tplc="C72A1E92">
      <w:start w:val="202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7E244A"/>
    <w:multiLevelType w:val="hybridMultilevel"/>
    <w:tmpl w:val="92AC7D0A"/>
    <w:lvl w:ilvl="0" w:tplc="0D56E4BC">
      <w:start w:val="202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E141F46"/>
    <w:multiLevelType w:val="hybridMultilevel"/>
    <w:tmpl w:val="1D0E02C0"/>
    <w:lvl w:ilvl="0" w:tplc="693CB0C6">
      <w:start w:val="202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BE6"/>
    <w:rsid w:val="000047CA"/>
    <w:rsid w:val="000148E7"/>
    <w:rsid w:val="00075494"/>
    <w:rsid w:val="00093FDE"/>
    <w:rsid w:val="000C039A"/>
    <w:rsid w:val="000D2614"/>
    <w:rsid w:val="001278A0"/>
    <w:rsid w:val="00134F54"/>
    <w:rsid w:val="00186F47"/>
    <w:rsid w:val="001A07ED"/>
    <w:rsid w:val="00206AAD"/>
    <w:rsid w:val="00252F9B"/>
    <w:rsid w:val="00263D6E"/>
    <w:rsid w:val="00271F4E"/>
    <w:rsid w:val="002722D0"/>
    <w:rsid w:val="002D1151"/>
    <w:rsid w:val="002E6932"/>
    <w:rsid w:val="003A1ABD"/>
    <w:rsid w:val="003B3F86"/>
    <w:rsid w:val="003C7EA8"/>
    <w:rsid w:val="003D3F7A"/>
    <w:rsid w:val="0040538C"/>
    <w:rsid w:val="00407D1F"/>
    <w:rsid w:val="004173EC"/>
    <w:rsid w:val="00491DDB"/>
    <w:rsid w:val="004B198D"/>
    <w:rsid w:val="00544DDB"/>
    <w:rsid w:val="005553EA"/>
    <w:rsid w:val="005D3774"/>
    <w:rsid w:val="00626074"/>
    <w:rsid w:val="0063392C"/>
    <w:rsid w:val="00637E43"/>
    <w:rsid w:val="006D33FC"/>
    <w:rsid w:val="006D51DC"/>
    <w:rsid w:val="00734BE6"/>
    <w:rsid w:val="007360A1"/>
    <w:rsid w:val="00764957"/>
    <w:rsid w:val="00777E08"/>
    <w:rsid w:val="007836A1"/>
    <w:rsid w:val="007A2FD1"/>
    <w:rsid w:val="007C2747"/>
    <w:rsid w:val="007F72B1"/>
    <w:rsid w:val="008601C1"/>
    <w:rsid w:val="008B0C3F"/>
    <w:rsid w:val="008E0219"/>
    <w:rsid w:val="00947D4A"/>
    <w:rsid w:val="009540CB"/>
    <w:rsid w:val="00966F4C"/>
    <w:rsid w:val="00976435"/>
    <w:rsid w:val="00993EA7"/>
    <w:rsid w:val="009C2928"/>
    <w:rsid w:val="00A109AC"/>
    <w:rsid w:val="00A23D12"/>
    <w:rsid w:val="00A83C91"/>
    <w:rsid w:val="00AE75EC"/>
    <w:rsid w:val="00B003D1"/>
    <w:rsid w:val="00B0744C"/>
    <w:rsid w:val="00B13C6E"/>
    <w:rsid w:val="00B6027E"/>
    <w:rsid w:val="00BA02DB"/>
    <w:rsid w:val="00BF62A5"/>
    <w:rsid w:val="00C146D4"/>
    <w:rsid w:val="00C1526E"/>
    <w:rsid w:val="00C56F76"/>
    <w:rsid w:val="00CB30B2"/>
    <w:rsid w:val="00D01D63"/>
    <w:rsid w:val="00D1122D"/>
    <w:rsid w:val="00D9076F"/>
    <w:rsid w:val="00DE257F"/>
    <w:rsid w:val="00E22A1D"/>
    <w:rsid w:val="00F17C71"/>
    <w:rsid w:val="00F4529B"/>
    <w:rsid w:val="00F84292"/>
    <w:rsid w:val="00FD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3C91"/>
  </w:style>
  <w:style w:type="paragraph" w:styleId="a6">
    <w:name w:val="footer"/>
    <w:basedOn w:val="a"/>
    <w:link w:val="a7"/>
    <w:uiPriority w:val="99"/>
    <w:unhideWhenUsed/>
    <w:rsid w:val="00A8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3C91"/>
  </w:style>
  <w:style w:type="paragraph" w:styleId="a8">
    <w:name w:val="List Paragraph"/>
    <w:basedOn w:val="a"/>
    <w:uiPriority w:val="34"/>
    <w:qFormat/>
    <w:rsid w:val="000148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4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8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3C91"/>
  </w:style>
  <w:style w:type="paragraph" w:styleId="a6">
    <w:name w:val="footer"/>
    <w:basedOn w:val="a"/>
    <w:link w:val="a7"/>
    <w:uiPriority w:val="99"/>
    <w:unhideWhenUsed/>
    <w:rsid w:val="00A83C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3C91"/>
  </w:style>
  <w:style w:type="paragraph" w:styleId="a8">
    <w:name w:val="List Paragraph"/>
    <w:basedOn w:val="a"/>
    <w:uiPriority w:val="34"/>
    <w:qFormat/>
    <w:rsid w:val="000148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vaGY\Documents\Doc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6B112-0655-406D-9E6F-4B009412A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Doc.dotx</Template>
  <TotalTime>13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Шарова Жанна Юрьевна</dc:creator>
  <cp:lastModifiedBy>Шубная  Юлия  Петровна</cp:lastModifiedBy>
  <cp:revision>6</cp:revision>
  <cp:lastPrinted>2016-10-25T06:46:00Z</cp:lastPrinted>
  <dcterms:created xsi:type="dcterms:W3CDTF">2019-10-16T04:12:00Z</dcterms:created>
  <dcterms:modified xsi:type="dcterms:W3CDTF">2019-10-24T09:51:00Z</dcterms:modified>
</cp:coreProperties>
</file>